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C2" w:rsidRPr="00CE0243" w:rsidRDefault="009A0DC2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3:  Words ending in ‘</w:t>
      </w:r>
      <w:r w:rsidRPr="00697B38">
        <w:rPr>
          <w:rFonts w:ascii="Segoe UI Light" w:hAnsi="Segoe UI Light" w:cs="Segoe UI Light"/>
          <w:sz w:val="36"/>
        </w:rPr>
        <w:t>able 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9A0DC2" w:rsidRPr="00D572C1" w:rsidTr="00D572C1">
        <w:trPr>
          <w:trHeight w:val="558"/>
        </w:trPr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D572C1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572C1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D572C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D572C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572C1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D572C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D572C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572C1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D572C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D572C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changeable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chargeable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interchangeable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t</w:t>
            </w:r>
            <w:bookmarkStart w:id="0" w:name="_GoBack"/>
            <w:bookmarkEnd w:id="0"/>
            <w:r w:rsidRPr="00D572C1">
              <w:rPr>
                <w:rFonts w:ascii="Segoe UI Light" w:hAnsi="Segoe UI Light" w:cs="Segoe UI Light"/>
                <w:sz w:val="36"/>
                <w:szCs w:val="36"/>
              </w:rPr>
              <w:t xml:space="preserve">ameable 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enlargeable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manageable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exchangeable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forgeable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salvageable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A0DC2" w:rsidRPr="00D572C1" w:rsidTr="00D572C1">
        <w:tc>
          <w:tcPr>
            <w:tcW w:w="3012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72C1">
              <w:rPr>
                <w:rFonts w:ascii="Segoe UI Light" w:hAnsi="Segoe UI Light" w:cs="Segoe UI Light"/>
                <w:sz w:val="36"/>
                <w:szCs w:val="36"/>
              </w:rPr>
              <w:t>knowledgeable</w:t>
            </w:r>
          </w:p>
        </w:tc>
        <w:tc>
          <w:tcPr>
            <w:tcW w:w="2703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A0DC2" w:rsidRPr="00D572C1" w:rsidRDefault="009A0DC2" w:rsidP="00D572C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A0DC2" w:rsidRPr="00F07B5A" w:rsidRDefault="009A0DC2">
      <w:pPr>
        <w:rPr>
          <w:rFonts w:ascii="Segoe UI Light" w:hAnsi="Segoe UI Light" w:cs="Segoe UI Light"/>
          <w:sz w:val="36"/>
          <w:szCs w:val="36"/>
        </w:rPr>
      </w:pPr>
    </w:p>
    <w:sectPr w:rsidR="009A0DC2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DC2" w:rsidRDefault="009A0DC2">
      <w:r>
        <w:separator/>
      </w:r>
    </w:p>
  </w:endnote>
  <w:endnote w:type="continuationSeparator" w:id="0">
    <w:p w:rsidR="009A0DC2" w:rsidRDefault="009A0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C2" w:rsidRDefault="009A0DC2" w:rsidP="00BE3BFE">
    <w:pPr>
      <w:pStyle w:val="Footer"/>
    </w:pPr>
    <w:r>
      <w:t>Swaffield Primary School 2014</w:t>
    </w:r>
  </w:p>
  <w:p w:rsidR="009A0DC2" w:rsidRDefault="009A0D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DC2" w:rsidRDefault="009A0DC2">
      <w:r>
        <w:separator/>
      </w:r>
    </w:p>
  </w:footnote>
  <w:footnote w:type="continuationSeparator" w:id="0">
    <w:p w:rsidR="009A0DC2" w:rsidRDefault="009A0D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214F8"/>
    <w:rsid w:val="001336E2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C2998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3052C"/>
    <w:rsid w:val="009932F9"/>
    <w:rsid w:val="009A0DC2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E3BFE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572C1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E3BF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7385"/>
    <w:rPr>
      <w:lang w:eastAsia="en-US"/>
    </w:rPr>
  </w:style>
  <w:style w:type="paragraph" w:styleId="Footer">
    <w:name w:val="footer"/>
    <w:basedOn w:val="Normal"/>
    <w:link w:val="FooterChar"/>
    <w:uiPriority w:val="99"/>
    <w:rsid w:val="00BE3BF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3BFE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9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33</Words>
  <Characters>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2013-12-08T14:31:00Z</dcterms:created>
  <dcterms:modified xsi:type="dcterms:W3CDTF">2014-07-14T14:56:00Z</dcterms:modified>
</cp:coreProperties>
</file>